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F0649" w14:textId="71B0ACE9" w:rsidR="0015782D" w:rsidRDefault="0015782D" w:rsidP="0015782D">
      <w:r>
        <w:t xml:space="preserve">Příloha č. </w:t>
      </w:r>
      <w:r w:rsidR="00E36132">
        <w:t>5</w:t>
      </w:r>
      <w:r w:rsidR="006937DA">
        <w:t xml:space="preserve"> </w:t>
      </w:r>
      <w:r>
        <w:t>Rámcové dohody</w:t>
      </w:r>
    </w:p>
    <w:p w14:paraId="27B0FBCF" w14:textId="77777777" w:rsidR="0015782D" w:rsidRDefault="0015782D" w:rsidP="0015782D">
      <w:pPr>
        <w:pStyle w:val="Nadpis"/>
      </w:pPr>
      <w:r w:rsidRPr="009F4204">
        <w:t>Oprávněné</w:t>
      </w:r>
      <w:r>
        <w:t xml:space="preserve"> osoby</w:t>
      </w:r>
    </w:p>
    <w:p w14:paraId="4BB8ED25" w14:textId="6AF7E109" w:rsidR="0015782D" w:rsidRPr="00E36132" w:rsidRDefault="0015782D" w:rsidP="0015782D">
      <w:pPr>
        <w:pStyle w:val="Nadpis"/>
      </w:pPr>
      <w:r w:rsidRPr="00E36132">
        <w:rPr>
          <w:highlight w:val="green"/>
        </w:rPr>
        <w:t>[</w:t>
      </w:r>
      <w:r w:rsidR="00893684">
        <w:rPr>
          <w:highlight w:val="green"/>
        </w:rPr>
        <w:t xml:space="preserve">POSKYTOVATEL </w:t>
      </w:r>
      <w:r>
        <w:rPr>
          <w:highlight w:val="green"/>
        </w:rPr>
        <w:t xml:space="preserve">UPRAVÍ </w:t>
      </w:r>
      <w:r w:rsidR="00893684">
        <w:rPr>
          <w:highlight w:val="green"/>
        </w:rPr>
        <w:t>ZELENĚ OZNAČENÉ ČÁSTI</w:t>
      </w:r>
      <w:r w:rsidRPr="00E36132">
        <w:rPr>
          <w:highlight w:val="green"/>
        </w:rPr>
        <w:t>]</w:t>
      </w:r>
    </w:p>
    <w:p w14:paraId="106E8015" w14:textId="77777777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Objednatele:</w:t>
      </w:r>
    </w:p>
    <w:p w14:paraId="7A345EB9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smluvních a obchodních: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E36132" w:rsidRPr="0015782D" w14:paraId="4B6F7035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C8C8" w14:textId="77777777" w:rsidR="00E36132" w:rsidRPr="00EF7E21" w:rsidRDefault="00E36132" w:rsidP="00E3613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77F3" w14:textId="2B166040" w:rsidR="00E36132" w:rsidRPr="00EF7E21" w:rsidRDefault="00E36132" w:rsidP="00E36132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E36132">
              <w:rPr>
                <w:rFonts w:asciiTheme="majorHAnsi" w:hAnsiTheme="majorHAnsi" w:cstheme="minorHAnsi"/>
                <w:highlight w:val="yellow"/>
              </w:rPr>
              <w:t>„VLOŽÍ OBJEDNATEL“</w:t>
            </w:r>
          </w:p>
        </w:tc>
      </w:tr>
      <w:tr w:rsidR="00E36132" w:rsidRPr="0015782D" w14:paraId="0811CED7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6D4F" w14:textId="77777777" w:rsidR="00E36132" w:rsidRPr="00EF7E21" w:rsidRDefault="00E36132" w:rsidP="00E3613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3130" w14:textId="72A7C02C" w:rsidR="00E36132" w:rsidRPr="00EF7E21" w:rsidRDefault="00E36132" w:rsidP="00E3613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green"/>
                <w:lang w:eastAsia="en-US"/>
              </w:rPr>
            </w:pPr>
            <w:r w:rsidRPr="00E36132">
              <w:rPr>
                <w:rFonts w:asciiTheme="majorHAnsi" w:hAnsiTheme="majorHAnsi" w:cstheme="minorHAnsi"/>
                <w:highlight w:val="yellow"/>
                <w:lang w:eastAsia="en-US"/>
              </w:rPr>
              <w:t>„VLOŽÍ OBJEDNATEL“</w:t>
            </w:r>
          </w:p>
        </w:tc>
      </w:tr>
      <w:tr w:rsidR="00E36132" w:rsidRPr="0015782D" w14:paraId="66737370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DC3" w14:textId="77777777" w:rsidR="00E36132" w:rsidRPr="00EF7E21" w:rsidRDefault="00E36132" w:rsidP="00E3613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A965" w14:textId="08CCB63E" w:rsidR="00E36132" w:rsidRPr="00EF7E21" w:rsidRDefault="00E36132" w:rsidP="00E3613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green"/>
                <w:lang w:eastAsia="en-US"/>
              </w:rPr>
            </w:pPr>
            <w:r w:rsidRPr="00E36132">
              <w:rPr>
                <w:rFonts w:asciiTheme="majorHAnsi" w:hAnsiTheme="majorHAnsi" w:cstheme="minorHAnsi"/>
                <w:highlight w:val="yellow"/>
                <w:lang w:eastAsia="en-US"/>
              </w:rPr>
              <w:t>„VLOŽÍ OBJEDNATEL“</w:t>
            </w:r>
          </w:p>
        </w:tc>
      </w:tr>
    </w:tbl>
    <w:p w14:paraId="55A26486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technických:</w:t>
      </w:r>
    </w:p>
    <w:tbl>
      <w:tblPr>
        <w:tblW w:w="793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5"/>
        <w:gridCol w:w="5833"/>
      </w:tblGrid>
      <w:tr w:rsidR="00E36132" w:rsidRPr="0015782D" w14:paraId="5BB5968D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43B7" w14:textId="77777777" w:rsidR="00E36132" w:rsidRPr="00EF7E21" w:rsidRDefault="00E36132" w:rsidP="00E3613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B7EC" w14:textId="62B5D8A1" w:rsidR="00E36132" w:rsidRPr="00EF7E21" w:rsidRDefault="00E36132" w:rsidP="00E36132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E36132">
              <w:rPr>
                <w:rFonts w:asciiTheme="majorHAnsi" w:hAnsiTheme="majorHAnsi" w:cstheme="minorHAnsi"/>
                <w:highlight w:val="yellow"/>
              </w:rPr>
              <w:t>„VLOŽÍ OBJEDNATEL“</w:t>
            </w:r>
          </w:p>
        </w:tc>
      </w:tr>
      <w:tr w:rsidR="00E36132" w:rsidRPr="0015782D" w14:paraId="55E864A3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7371" w14:textId="77777777" w:rsidR="00E36132" w:rsidRPr="00EF7E21" w:rsidRDefault="00E36132" w:rsidP="00E3613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962E" w14:textId="589AF244" w:rsidR="00E36132" w:rsidRPr="00EF7E21" w:rsidRDefault="00E36132" w:rsidP="00E3613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green"/>
                <w:lang w:eastAsia="en-US"/>
              </w:rPr>
            </w:pPr>
            <w:r w:rsidRPr="00E36132">
              <w:rPr>
                <w:rFonts w:asciiTheme="majorHAnsi" w:hAnsiTheme="majorHAnsi" w:cstheme="minorHAnsi"/>
                <w:highlight w:val="yellow"/>
                <w:lang w:eastAsia="en-US"/>
              </w:rPr>
              <w:t>„VLOŽÍ OBJEDNATEL“</w:t>
            </w:r>
          </w:p>
        </w:tc>
      </w:tr>
      <w:tr w:rsidR="00E36132" w:rsidRPr="0015782D" w14:paraId="3844029E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99DB" w14:textId="77777777" w:rsidR="00E36132" w:rsidRPr="00EF7E21" w:rsidRDefault="00E36132" w:rsidP="00E3613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3BD4" w14:textId="694569BB" w:rsidR="00E36132" w:rsidRPr="00EF7E21" w:rsidRDefault="00E36132" w:rsidP="00E3613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green"/>
                <w:lang w:eastAsia="en-US"/>
              </w:rPr>
            </w:pPr>
            <w:r w:rsidRPr="00E36132">
              <w:rPr>
                <w:rFonts w:asciiTheme="majorHAnsi" w:hAnsiTheme="majorHAnsi" w:cstheme="minorHAnsi"/>
                <w:highlight w:val="yellow"/>
                <w:lang w:eastAsia="en-US"/>
              </w:rPr>
              <w:t>„VLOŽÍ OBJEDNATEL“</w:t>
            </w:r>
          </w:p>
        </w:tc>
      </w:tr>
    </w:tbl>
    <w:p w14:paraId="41A11139" w14:textId="0B18136A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 xml:space="preserve">Za </w:t>
      </w:r>
      <w:r w:rsidR="00E36132">
        <w:rPr>
          <w:rStyle w:val="Siln"/>
          <w:rFonts w:asciiTheme="majorHAnsi" w:hAnsiTheme="majorHAnsi"/>
          <w:szCs w:val="18"/>
        </w:rPr>
        <w:t>Poskytovatele</w:t>
      </w:r>
      <w:r w:rsidRPr="00EF7E21">
        <w:rPr>
          <w:rStyle w:val="Siln"/>
          <w:rFonts w:asciiTheme="majorHAnsi" w:hAnsiTheme="majorHAnsi"/>
          <w:szCs w:val="18"/>
        </w:rPr>
        <w:t>:</w:t>
      </w:r>
    </w:p>
    <w:p w14:paraId="5B1E9A76" w14:textId="77777777" w:rsidR="0015782D" w:rsidRPr="00EF7E21" w:rsidRDefault="0015782D" w:rsidP="0015782D">
      <w:pPr>
        <w:pStyle w:val="1l"/>
        <w:numPr>
          <w:ilvl w:val="0"/>
          <w:numId w:val="36"/>
        </w:numPr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 xml:space="preserve">ve věcech smluvních a obchodních: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0E58BB78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8A2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68CA" w14:textId="6F1C087D" w:rsidR="0015782D" w:rsidRPr="00EF7E21" w:rsidRDefault="00E36132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E36132">
              <w:rPr>
                <w:rFonts w:asciiTheme="majorHAnsi" w:hAnsiTheme="majorHAnsi"/>
                <w:szCs w:val="18"/>
                <w:highlight w:val="green"/>
              </w:rPr>
              <w:t> </w:t>
            </w:r>
            <w:r w:rsidRPr="00E36132">
              <w:rPr>
                <w:rFonts w:asciiTheme="majorHAnsi" w:hAnsiTheme="majorHAnsi"/>
                <w:szCs w:val="18"/>
                <w:highlight w:val="green"/>
              </w:rPr>
              <w:t>“VLOŽÍ POSKYTOVATEL“</w:t>
            </w:r>
          </w:p>
        </w:tc>
      </w:tr>
      <w:tr w:rsidR="0015782D" w:rsidRPr="0015782D" w14:paraId="16F2E2D1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8939C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A94D" w14:textId="66B1E6E5" w:rsidR="0015782D" w:rsidRPr="00EF7E21" w:rsidRDefault="00E36132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E36132">
              <w:rPr>
                <w:rFonts w:asciiTheme="majorHAnsi" w:hAnsiTheme="majorHAnsi"/>
                <w:szCs w:val="18"/>
                <w:highlight w:val="green"/>
              </w:rPr>
              <w:t> </w:t>
            </w:r>
            <w:r w:rsidRPr="00E36132">
              <w:rPr>
                <w:rFonts w:asciiTheme="majorHAnsi" w:hAnsiTheme="majorHAnsi"/>
                <w:szCs w:val="18"/>
                <w:highlight w:val="green"/>
              </w:rPr>
              <w:t>“VLOŽÍ POSKYTOVATEL“</w:t>
            </w:r>
          </w:p>
        </w:tc>
      </w:tr>
      <w:tr w:rsidR="0015782D" w:rsidRPr="0015782D" w14:paraId="31AE5E06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185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503E" w14:textId="17F680A5" w:rsidR="0015782D" w:rsidRPr="00EF7E21" w:rsidRDefault="00E36132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E36132">
              <w:rPr>
                <w:rFonts w:asciiTheme="majorHAnsi" w:hAnsiTheme="majorHAnsi"/>
                <w:szCs w:val="18"/>
                <w:highlight w:val="green"/>
              </w:rPr>
              <w:t> </w:t>
            </w:r>
            <w:r w:rsidRPr="00E36132">
              <w:rPr>
                <w:rFonts w:asciiTheme="majorHAnsi" w:hAnsiTheme="majorHAnsi"/>
                <w:szCs w:val="18"/>
                <w:highlight w:val="green"/>
              </w:rPr>
              <w:t>“VLOŽÍ POSKYTOVATEL“</w:t>
            </w:r>
          </w:p>
        </w:tc>
      </w:tr>
    </w:tbl>
    <w:p w14:paraId="6B3D171E" w14:textId="77777777" w:rsidR="00F325B7" w:rsidRDefault="00F325B7" w:rsidP="002C063B">
      <w:pPr>
        <w:pStyle w:val="Odstbez"/>
      </w:pPr>
    </w:p>
    <w:p w14:paraId="6E484A80" w14:textId="00C8B18B" w:rsidR="00F325B7" w:rsidRDefault="00F325B7" w:rsidP="005B16FC">
      <w:pPr>
        <w:pStyle w:val="1l"/>
      </w:pPr>
      <w:r>
        <w:t>školitelé: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F325B7" w:rsidRPr="0015782D" w14:paraId="4307EB26" w14:textId="77777777" w:rsidTr="00834D92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CF82" w14:textId="77777777" w:rsidR="00F325B7" w:rsidRPr="00EF7E21" w:rsidRDefault="00F325B7" w:rsidP="00834D9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84FE" w14:textId="77777777" w:rsidR="00F325B7" w:rsidRPr="00EF7E21" w:rsidRDefault="00F325B7" w:rsidP="00834D92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E36132">
              <w:rPr>
                <w:rFonts w:asciiTheme="majorHAnsi" w:hAnsiTheme="majorHAnsi"/>
                <w:szCs w:val="18"/>
                <w:highlight w:val="green"/>
              </w:rPr>
              <w:t> </w:t>
            </w:r>
            <w:r w:rsidRPr="00E36132">
              <w:rPr>
                <w:rFonts w:asciiTheme="majorHAnsi" w:hAnsiTheme="majorHAnsi"/>
                <w:szCs w:val="18"/>
                <w:highlight w:val="green"/>
              </w:rPr>
              <w:t>“VLOŽÍ POSKYTOVATEL“</w:t>
            </w:r>
          </w:p>
        </w:tc>
      </w:tr>
      <w:tr w:rsidR="00F325B7" w:rsidRPr="0015782D" w14:paraId="48AD5C40" w14:textId="77777777" w:rsidTr="00834D92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B196" w14:textId="77777777" w:rsidR="00F325B7" w:rsidRPr="00EF7E21" w:rsidRDefault="00F325B7" w:rsidP="00834D9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97294" w14:textId="77777777" w:rsidR="00F325B7" w:rsidRPr="00EF7E21" w:rsidRDefault="00F325B7" w:rsidP="00834D92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E36132">
              <w:rPr>
                <w:rFonts w:asciiTheme="majorHAnsi" w:hAnsiTheme="majorHAnsi"/>
                <w:szCs w:val="18"/>
                <w:highlight w:val="green"/>
              </w:rPr>
              <w:t> </w:t>
            </w:r>
            <w:r w:rsidRPr="00E36132">
              <w:rPr>
                <w:rFonts w:asciiTheme="majorHAnsi" w:hAnsiTheme="majorHAnsi"/>
                <w:szCs w:val="18"/>
                <w:highlight w:val="green"/>
              </w:rPr>
              <w:t>“VLOŽÍ POSKYTOVATEL“</w:t>
            </w:r>
          </w:p>
        </w:tc>
      </w:tr>
      <w:tr w:rsidR="00F325B7" w:rsidRPr="0015782D" w14:paraId="7D1D41D6" w14:textId="77777777" w:rsidTr="00834D92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8DDD7" w14:textId="77777777" w:rsidR="00F325B7" w:rsidRPr="00EF7E21" w:rsidRDefault="00F325B7" w:rsidP="00834D9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34BBB" w14:textId="77777777" w:rsidR="00F325B7" w:rsidRPr="00EF7E21" w:rsidRDefault="00F325B7" w:rsidP="00834D92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E36132">
              <w:rPr>
                <w:rFonts w:asciiTheme="majorHAnsi" w:hAnsiTheme="majorHAnsi"/>
                <w:szCs w:val="18"/>
                <w:highlight w:val="green"/>
              </w:rPr>
              <w:t> </w:t>
            </w:r>
            <w:r w:rsidRPr="00E36132">
              <w:rPr>
                <w:rFonts w:asciiTheme="majorHAnsi" w:hAnsiTheme="majorHAnsi"/>
                <w:szCs w:val="18"/>
                <w:highlight w:val="green"/>
              </w:rPr>
              <w:t>“VLOŽÍ POSKYTOVATEL“</w:t>
            </w:r>
          </w:p>
        </w:tc>
      </w:tr>
    </w:tbl>
    <w:p w14:paraId="3C7B5F45" w14:textId="77777777" w:rsidR="00F325B7" w:rsidRDefault="00F325B7" w:rsidP="002C063B">
      <w:pPr>
        <w:pStyle w:val="Odstbez"/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F325B7" w:rsidRPr="0015782D" w14:paraId="7FB6FB73" w14:textId="77777777" w:rsidTr="00834D92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44250" w14:textId="77777777" w:rsidR="00F325B7" w:rsidRPr="00EF7E21" w:rsidRDefault="00F325B7" w:rsidP="00834D9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0D34E" w14:textId="77777777" w:rsidR="00F325B7" w:rsidRPr="00EF7E21" w:rsidRDefault="00F325B7" w:rsidP="00834D92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E36132">
              <w:rPr>
                <w:rFonts w:asciiTheme="majorHAnsi" w:hAnsiTheme="majorHAnsi"/>
                <w:szCs w:val="18"/>
                <w:highlight w:val="green"/>
              </w:rPr>
              <w:t> </w:t>
            </w:r>
            <w:r w:rsidRPr="00E36132">
              <w:rPr>
                <w:rFonts w:asciiTheme="majorHAnsi" w:hAnsiTheme="majorHAnsi"/>
                <w:szCs w:val="18"/>
                <w:highlight w:val="green"/>
              </w:rPr>
              <w:t>“VLOŽÍ POSKYTOVATEL“</w:t>
            </w:r>
          </w:p>
        </w:tc>
      </w:tr>
      <w:tr w:rsidR="00F325B7" w:rsidRPr="0015782D" w14:paraId="328F0E6A" w14:textId="77777777" w:rsidTr="00834D92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7C5C1" w14:textId="77777777" w:rsidR="00F325B7" w:rsidRPr="00EF7E21" w:rsidRDefault="00F325B7" w:rsidP="00834D9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A73F3" w14:textId="77777777" w:rsidR="00F325B7" w:rsidRPr="00EF7E21" w:rsidRDefault="00F325B7" w:rsidP="00834D92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E36132">
              <w:rPr>
                <w:rFonts w:asciiTheme="majorHAnsi" w:hAnsiTheme="majorHAnsi"/>
                <w:szCs w:val="18"/>
                <w:highlight w:val="green"/>
              </w:rPr>
              <w:t> </w:t>
            </w:r>
            <w:r w:rsidRPr="00E36132">
              <w:rPr>
                <w:rFonts w:asciiTheme="majorHAnsi" w:hAnsiTheme="majorHAnsi"/>
                <w:szCs w:val="18"/>
                <w:highlight w:val="green"/>
              </w:rPr>
              <w:t>“VLOŽÍ POSKYTOVATEL“</w:t>
            </w:r>
          </w:p>
        </w:tc>
      </w:tr>
      <w:tr w:rsidR="00F325B7" w:rsidRPr="0015782D" w14:paraId="367FAC1C" w14:textId="77777777" w:rsidTr="00834D92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8C9E2" w14:textId="77777777" w:rsidR="00F325B7" w:rsidRPr="00EF7E21" w:rsidRDefault="00F325B7" w:rsidP="00834D92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5A09D" w14:textId="77777777" w:rsidR="00F325B7" w:rsidRPr="00EF7E21" w:rsidRDefault="00F325B7" w:rsidP="00834D92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E36132">
              <w:rPr>
                <w:rFonts w:asciiTheme="majorHAnsi" w:hAnsiTheme="majorHAnsi"/>
                <w:szCs w:val="18"/>
                <w:highlight w:val="green"/>
              </w:rPr>
              <w:t> </w:t>
            </w:r>
            <w:r w:rsidRPr="00E36132">
              <w:rPr>
                <w:rFonts w:asciiTheme="majorHAnsi" w:hAnsiTheme="majorHAnsi"/>
                <w:szCs w:val="18"/>
                <w:highlight w:val="green"/>
              </w:rPr>
              <w:t>“VLOŽÍ POSKYTOVATEL“</w:t>
            </w:r>
          </w:p>
        </w:tc>
      </w:tr>
    </w:tbl>
    <w:p w14:paraId="79DD463A" w14:textId="77777777" w:rsidR="00F325B7" w:rsidRDefault="00F325B7" w:rsidP="002C063B">
      <w:pPr>
        <w:pStyle w:val="Odstbez"/>
      </w:pPr>
    </w:p>
    <w:p w14:paraId="41741EAA" w14:textId="523FA275" w:rsidR="0015782D" w:rsidRDefault="0015782D" w:rsidP="005B16FC">
      <w:pPr>
        <w:pStyle w:val="Odstbez"/>
        <w:ind w:left="0"/>
      </w:pPr>
      <w:r>
        <w:lastRenderedPageBreak/>
        <w:t xml:space="preserve"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</w:t>
      </w:r>
      <w:r w:rsidRPr="002C063B">
        <w:t>charakteru</w:t>
      </w:r>
      <w:r>
        <w:t>.</w:t>
      </w:r>
    </w:p>
    <w:p w14:paraId="4C451FB3" w14:textId="799D8CBC" w:rsidR="009F392E" w:rsidRPr="0015782D" w:rsidRDefault="0015782D" w:rsidP="002C063B">
      <w:r>
        <w:t xml:space="preserve">Osoby </w:t>
      </w:r>
      <w:r w:rsidR="00F325B7">
        <w:t>školitelů</w:t>
      </w:r>
      <w:r>
        <w:t xml:space="preserve"> jsou oprávněny provádět činnosti a úkony, o nichž to stanoví tato dílčí smlouva nebo Obchodní podmínky</w:t>
      </w:r>
      <w:r w:rsidR="00F325B7">
        <w:t>, a to zejména p</w:t>
      </w:r>
      <w:r w:rsidR="00F325B7" w:rsidRPr="00F325B7">
        <w:t>rovádění školení odborné způsobilosti zaměstnanců pro zacházení s přípravky dle § 86 zákona č. 326/2004 Sb., o rostlinolékařské péči a o změně některých souvisejících zákonů, ve znění pozdějších předpisů</w:t>
      </w:r>
      <w:r>
        <w:t>.</w:t>
      </w:r>
    </w:p>
    <w:sectPr w:rsidR="009F392E" w:rsidRPr="0015782D" w:rsidSect="00EF7E2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7E167" w14:textId="77777777" w:rsidR="0015782D" w:rsidRDefault="0015782D" w:rsidP="00962258">
      <w:pPr>
        <w:spacing w:after="0" w:line="240" w:lineRule="auto"/>
      </w:pPr>
      <w:r>
        <w:separator/>
      </w:r>
    </w:p>
  </w:endnote>
  <w:endnote w:type="continuationSeparator" w:id="0">
    <w:p w14:paraId="085EF98C" w14:textId="77777777" w:rsidR="0015782D" w:rsidRDefault="0015782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A209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8713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BFA1A94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4DA549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EC00DF" w14:textId="77777777" w:rsidR="00F1715C" w:rsidRDefault="00F1715C" w:rsidP="00D831A3">
          <w:pPr>
            <w:pStyle w:val="Zpat"/>
          </w:pPr>
        </w:p>
      </w:tc>
    </w:tr>
  </w:tbl>
  <w:p w14:paraId="1EF0EF7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A776B2" wp14:editId="2C81614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B868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7DE018" wp14:editId="4A0AE9D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A3458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5F44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D324A8" w14:textId="77777777" w:rsidR="00F1715C" w:rsidRPr="00B8518B" w:rsidRDefault="00F1715C" w:rsidP="0015782D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20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20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D320CB5" w14:textId="77777777" w:rsidR="00F1715C" w:rsidRDefault="00F1715C" w:rsidP="0015782D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41E6720" w14:textId="77777777" w:rsidR="00F1715C" w:rsidRDefault="00F1715C" w:rsidP="0015782D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7D671BA0" w14:textId="77777777" w:rsidR="00F1715C" w:rsidRDefault="00F1715C" w:rsidP="0015782D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779BC3A1" w14:textId="77777777" w:rsidR="00F1715C" w:rsidRDefault="00F1715C" w:rsidP="0015782D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ACF718" w14:textId="5B098CCF" w:rsidR="00F1715C" w:rsidRDefault="00F1715C" w:rsidP="0015782D">
          <w:pPr>
            <w:pStyle w:val="Zpat"/>
            <w:spacing w:before="0"/>
            <w:jc w:val="left"/>
          </w:pPr>
          <w:r>
            <w:t>www.s</w:t>
          </w:r>
          <w:r w:rsidR="0015782D">
            <w:t>pravazeleznic</w:t>
          </w:r>
          <w:r>
            <w:t>.cz</w:t>
          </w:r>
        </w:p>
      </w:tc>
      <w:tc>
        <w:tcPr>
          <w:tcW w:w="2921" w:type="dxa"/>
        </w:tcPr>
        <w:p w14:paraId="5F901415" w14:textId="77777777" w:rsidR="00F1715C" w:rsidRDefault="00F1715C" w:rsidP="0015782D">
          <w:pPr>
            <w:pStyle w:val="Zpat"/>
            <w:spacing w:before="0"/>
          </w:pPr>
        </w:p>
      </w:tc>
    </w:tr>
  </w:tbl>
  <w:p w14:paraId="22D7425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B02533C" wp14:editId="034002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BB5D3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9B0DE08" wp14:editId="2142BE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FDD42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18527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5F1A7" w14:textId="77777777" w:rsidR="0015782D" w:rsidRDefault="0015782D" w:rsidP="00962258">
      <w:pPr>
        <w:spacing w:after="0" w:line="240" w:lineRule="auto"/>
      </w:pPr>
      <w:r>
        <w:separator/>
      </w:r>
    </w:p>
  </w:footnote>
  <w:footnote w:type="continuationSeparator" w:id="0">
    <w:p w14:paraId="0F6FB00C" w14:textId="77777777" w:rsidR="0015782D" w:rsidRDefault="0015782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A9816" w14:textId="73EB04AC" w:rsidR="00E36132" w:rsidRDefault="00E361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9C5D3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0116F12" w14:textId="59E6522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67DF07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21CF97E" w14:textId="77777777" w:rsidR="00F1715C" w:rsidRPr="00D6163D" w:rsidRDefault="00F1715C" w:rsidP="00D6163D">
          <w:pPr>
            <w:pStyle w:val="Druhdokumentu"/>
          </w:pPr>
        </w:p>
      </w:tc>
    </w:tr>
  </w:tbl>
  <w:p w14:paraId="75B01BE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AE76A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F141B7" w14:textId="71D3801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7730C15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3A34C2F" w14:textId="77777777" w:rsidR="00F1715C" w:rsidRPr="00D6163D" w:rsidRDefault="00F1715C" w:rsidP="00FC6389">
          <w:pPr>
            <w:pStyle w:val="Druhdokumentu"/>
          </w:pPr>
        </w:p>
      </w:tc>
    </w:tr>
    <w:tr w:rsidR="009F392E" w14:paraId="34D67243" w14:textId="77777777" w:rsidTr="0015782D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520A94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AEBDB94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553A464" w14:textId="77777777" w:rsidR="009F392E" w:rsidRPr="00D6163D" w:rsidRDefault="009F392E" w:rsidP="00FC6389">
          <w:pPr>
            <w:pStyle w:val="Druhdokumentu"/>
          </w:pPr>
        </w:p>
      </w:tc>
    </w:tr>
  </w:tbl>
  <w:p w14:paraId="21EA375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FBA818E" wp14:editId="5108D5E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739861825" name="Obrázek 17398618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5953D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27E1919"/>
    <w:multiLevelType w:val="multilevel"/>
    <w:tmpl w:val="890AA694"/>
    <w:lvl w:ilvl="0">
      <w:start w:val="1"/>
      <w:numFmt w:val="decimal"/>
      <w:pStyle w:val="1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599022803">
    <w:abstractNumId w:val="2"/>
  </w:num>
  <w:num w:numId="2" w16cid:durableId="1763456921">
    <w:abstractNumId w:val="1"/>
  </w:num>
  <w:num w:numId="3" w16cid:durableId="13179541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8813716">
    <w:abstractNumId w:val="8"/>
  </w:num>
  <w:num w:numId="5" w16cid:durableId="1173910481">
    <w:abstractNumId w:val="3"/>
  </w:num>
  <w:num w:numId="6" w16cid:durableId="1235358874">
    <w:abstractNumId w:val="4"/>
  </w:num>
  <w:num w:numId="7" w16cid:durableId="1778477980">
    <w:abstractNumId w:val="0"/>
  </w:num>
  <w:num w:numId="8" w16cid:durableId="413939869">
    <w:abstractNumId w:val="5"/>
  </w:num>
  <w:num w:numId="9" w16cid:durableId="18093229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4276839">
    <w:abstractNumId w:val="4"/>
  </w:num>
  <w:num w:numId="11" w16cid:durableId="622157509">
    <w:abstractNumId w:val="1"/>
  </w:num>
  <w:num w:numId="12" w16cid:durableId="16533">
    <w:abstractNumId w:val="4"/>
  </w:num>
  <w:num w:numId="13" w16cid:durableId="1287152541">
    <w:abstractNumId w:val="4"/>
  </w:num>
  <w:num w:numId="14" w16cid:durableId="1438215407">
    <w:abstractNumId w:val="4"/>
  </w:num>
  <w:num w:numId="15" w16cid:durableId="557056771">
    <w:abstractNumId w:val="4"/>
  </w:num>
  <w:num w:numId="16" w16cid:durableId="1559630982">
    <w:abstractNumId w:val="10"/>
  </w:num>
  <w:num w:numId="17" w16cid:durableId="1600797689">
    <w:abstractNumId w:val="2"/>
  </w:num>
  <w:num w:numId="18" w16cid:durableId="1171486437">
    <w:abstractNumId w:val="10"/>
  </w:num>
  <w:num w:numId="19" w16cid:durableId="884878719">
    <w:abstractNumId w:val="10"/>
  </w:num>
  <w:num w:numId="20" w16cid:durableId="1648440422">
    <w:abstractNumId w:val="10"/>
  </w:num>
  <w:num w:numId="21" w16cid:durableId="1905985027">
    <w:abstractNumId w:val="10"/>
  </w:num>
  <w:num w:numId="22" w16cid:durableId="1167556480">
    <w:abstractNumId w:val="4"/>
  </w:num>
  <w:num w:numId="23" w16cid:durableId="667295939">
    <w:abstractNumId w:val="1"/>
  </w:num>
  <w:num w:numId="24" w16cid:durableId="1813862659">
    <w:abstractNumId w:val="4"/>
  </w:num>
  <w:num w:numId="25" w16cid:durableId="233055811">
    <w:abstractNumId w:val="4"/>
  </w:num>
  <w:num w:numId="26" w16cid:durableId="1690059990">
    <w:abstractNumId w:val="4"/>
  </w:num>
  <w:num w:numId="27" w16cid:durableId="953483469">
    <w:abstractNumId w:val="4"/>
  </w:num>
  <w:num w:numId="28" w16cid:durableId="315185911">
    <w:abstractNumId w:val="10"/>
  </w:num>
  <w:num w:numId="29" w16cid:durableId="560480080">
    <w:abstractNumId w:val="2"/>
  </w:num>
  <w:num w:numId="30" w16cid:durableId="24717431">
    <w:abstractNumId w:val="10"/>
  </w:num>
  <w:num w:numId="31" w16cid:durableId="1407342063">
    <w:abstractNumId w:val="10"/>
  </w:num>
  <w:num w:numId="32" w16cid:durableId="489294919">
    <w:abstractNumId w:val="10"/>
  </w:num>
  <w:num w:numId="33" w16cid:durableId="1473713807">
    <w:abstractNumId w:val="10"/>
  </w:num>
  <w:num w:numId="34" w16cid:durableId="2184453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59606615">
    <w:abstractNumId w:val="9"/>
  </w:num>
  <w:num w:numId="36" w16cid:durableId="12876175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81755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82D"/>
    <w:rsid w:val="00072C1E"/>
    <w:rsid w:val="000852CE"/>
    <w:rsid w:val="000E23A7"/>
    <w:rsid w:val="0010693F"/>
    <w:rsid w:val="00114472"/>
    <w:rsid w:val="001550BC"/>
    <w:rsid w:val="0015782D"/>
    <w:rsid w:val="001605B9"/>
    <w:rsid w:val="00170EC5"/>
    <w:rsid w:val="001747C1"/>
    <w:rsid w:val="00184743"/>
    <w:rsid w:val="00207DF5"/>
    <w:rsid w:val="00280E07"/>
    <w:rsid w:val="002C063B"/>
    <w:rsid w:val="002C31BF"/>
    <w:rsid w:val="002D08B1"/>
    <w:rsid w:val="002E0CD7"/>
    <w:rsid w:val="00341DCF"/>
    <w:rsid w:val="00357BC6"/>
    <w:rsid w:val="003956C6"/>
    <w:rsid w:val="003E247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34C5"/>
    <w:rsid w:val="0056615A"/>
    <w:rsid w:val="005736B7"/>
    <w:rsid w:val="00575E5A"/>
    <w:rsid w:val="005B16FC"/>
    <w:rsid w:val="005F1404"/>
    <w:rsid w:val="0061068E"/>
    <w:rsid w:val="00660AD3"/>
    <w:rsid w:val="00677B7F"/>
    <w:rsid w:val="006937DA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3684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67E0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7A02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132"/>
    <w:rsid w:val="00E36C4A"/>
    <w:rsid w:val="00EB104F"/>
    <w:rsid w:val="00ED14BD"/>
    <w:rsid w:val="00EF7E21"/>
    <w:rsid w:val="00F0533E"/>
    <w:rsid w:val="00F1048D"/>
    <w:rsid w:val="00F12DEC"/>
    <w:rsid w:val="00F1715C"/>
    <w:rsid w:val="00F310F8"/>
    <w:rsid w:val="00F325B7"/>
    <w:rsid w:val="00F35939"/>
    <w:rsid w:val="00F45607"/>
    <w:rsid w:val="00F5558F"/>
    <w:rsid w:val="00F659EB"/>
    <w:rsid w:val="00F82021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5D5A0"/>
  <w14:defaultImageDpi w14:val="32767"/>
  <w15:docId w15:val="{97903873-16BE-47CB-8345-71CC9CE67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782D"/>
    <w:pPr>
      <w:spacing w:before="120" w:after="120"/>
      <w:jc w:val="both"/>
    </w:pPr>
    <w:rPr>
      <w:rFonts w:ascii="Verdana" w:eastAsia="Calibri" w:hAnsi="Verdana" w:cs="Times New Roman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RLTextlnkuslovanChar">
    <w:name w:val="RL Text článku číslovaný Char"/>
    <w:link w:val="RLTextlnkuslovan"/>
    <w:locked/>
    <w:rsid w:val="0015782D"/>
    <w:rPr>
      <w:rFonts w:ascii="Calibri" w:eastAsia="Times New Roman" w:hAnsi="Calibri" w:cs="Calibri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15782D"/>
    <w:pPr>
      <w:numPr>
        <w:ilvl w:val="1"/>
        <w:numId w:val="34"/>
      </w:numPr>
      <w:spacing w:line="280" w:lineRule="exact"/>
    </w:pPr>
    <w:rPr>
      <w:rFonts w:ascii="Calibri" w:eastAsia="Times New Roman" w:hAnsi="Calibri" w:cs="Calibri"/>
      <w:szCs w:val="18"/>
      <w:lang w:eastAsia="cs-CZ"/>
    </w:rPr>
  </w:style>
  <w:style w:type="paragraph" w:customStyle="1" w:styleId="RLlneksmlouvy">
    <w:name w:val="RL Článek smlouvy"/>
    <w:basedOn w:val="Normln"/>
    <w:next w:val="RLTextlnkuslovan"/>
    <w:rsid w:val="0015782D"/>
    <w:pPr>
      <w:keepNext/>
      <w:numPr>
        <w:numId w:val="34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15782D"/>
    <w:pPr>
      <w:numPr>
        <w:ilvl w:val="2"/>
      </w:numPr>
      <w:tabs>
        <w:tab w:val="num" w:pos="360"/>
        <w:tab w:val="num" w:pos="1800"/>
        <w:tab w:val="num" w:pos="1843"/>
      </w:tabs>
      <w:ind w:left="1800" w:hanging="180"/>
    </w:pPr>
    <w:rPr>
      <w:lang w:eastAsia="en-US"/>
    </w:rPr>
  </w:style>
  <w:style w:type="paragraph" w:customStyle="1" w:styleId="Nadpis">
    <w:name w:val="Nadpis"/>
    <w:basedOn w:val="Normln"/>
    <w:link w:val="NadpisChar"/>
    <w:qFormat/>
    <w:rsid w:val="0015782D"/>
    <w:pPr>
      <w:jc w:val="center"/>
    </w:pPr>
    <w:rPr>
      <w:rFonts w:cstheme="minorHAnsi"/>
      <w:b/>
      <w:sz w:val="24"/>
    </w:rPr>
  </w:style>
  <w:style w:type="character" w:customStyle="1" w:styleId="NadpisChar">
    <w:name w:val="Nadpis Char"/>
    <w:basedOn w:val="Standardnpsmoodstavce"/>
    <w:link w:val="Nadpis"/>
    <w:rsid w:val="0015782D"/>
    <w:rPr>
      <w:rFonts w:ascii="Verdana" w:eastAsia="Calibri" w:hAnsi="Verdana" w:cstheme="minorHAnsi"/>
      <w:b/>
      <w:sz w:val="24"/>
      <w:szCs w:val="22"/>
    </w:rPr>
  </w:style>
  <w:style w:type="paragraph" w:customStyle="1" w:styleId="1l">
    <w:name w:val="1. čl."/>
    <w:basedOn w:val="Normln"/>
    <w:link w:val="1lChar"/>
    <w:qFormat/>
    <w:rsid w:val="0015782D"/>
    <w:pPr>
      <w:numPr>
        <w:numId w:val="35"/>
      </w:numPr>
    </w:pPr>
  </w:style>
  <w:style w:type="character" w:customStyle="1" w:styleId="1lChar">
    <w:name w:val="1. čl. Char"/>
    <w:basedOn w:val="Standardnpsmoodstavce"/>
    <w:link w:val="1l"/>
    <w:rsid w:val="0015782D"/>
    <w:rPr>
      <w:rFonts w:ascii="Verdana" w:eastAsia="Calibri" w:hAnsi="Verdana" w:cs="Times New Roman"/>
      <w:szCs w:val="22"/>
    </w:rPr>
  </w:style>
  <w:style w:type="paragraph" w:customStyle="1" w:styleId="Odstbez">
    <w:name w:val="Odst. bez č."/>
    <w:basedOn w:val="Normln"/>
    <w:link w:val="OdstbezChar"/>
    <w:qFormat/>
    <w:rsid w:val="0015782D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15782D"/>
    <w:rPr>
      <w:rFonts w:ascii="Verdana" w:eastAsia="Calibri" w:hAnsi="Verdana" w:cstheme="minorHAnsi"/>
      <w:szCs w:val="22"/>
    </w:rPr>
  </w:style>
  <w:style w:type="paragraph" w:styleId="Revize">
    <w:name w:val="Revision"/>
    <w:hidden/>
    <w:uiPriority w:val="99"/>
    <w:semiHidden/>
    <w:rsid w:val="0015782D"/>
    <w:pPr>
      <w:spacing w:after="0" w:line="240" w:lineRule="auto"/>
    </w:pPr>
    <w:rPr>
      <w:rFonts w:ascii="Verdana" w:eastAsia="Calibri" w:hAnsi="Verdana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P&#367;lp&#225;n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2FB61D5-103E-43FA-940A-C908E7985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CFF7EC-7ACA-400B-B44D-66E592D8AE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2</Pages>
  <Words>192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Půlpán Jiří</dc:creator>
  <cp:keywords/>
  <dc:description/>
  <cp:lastModifiedBy>Strnadová Dagmar</cp:lastModifiedBy>
  <cp:revision>4</cp:revision>
  <cp:lastPrinted>2017-11-28T17:18:00Z</cp:lastPrinted>
  <dcterms:created xsi:type="dcterms:W3CDTF">2025-10-01T13:01:00Z</dcterms:created>
  <dcterms:modified xsi:type="dcterms:W3CDTF">2025-11-05T10:13:00Z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